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F3429A" w14:paraId="1AC42ABF" w14:textId="77777777" w:rsidTr="00050DA7">
        <w:tc>
          <w:tcPr>
            <w:tcW w:w="4428" w:type="dxa"/>
          </w:tcPr>
          <w:p w14:paraId="1D63C303" w14:textId="77777777" w:rsidR="000348ED" w:rsidRPr="00F3429A" w:rsidRDefault="005D05AC" w:rsidP="00543A41">
            <w:pPr>
              <w:tabs>
                <w:tab w:val="left" w:pos="851"/>
              </w:tabs>
            </w:pPr>
            <w:r w:rsidRPr="00F3429A">
              <w:t>From:</w:t>
            </w:r>
            <w:r w:rsidRPr="00F3429A">
              <w:tab/>
            </w:r>
            <w:r w:rsidR="00543A41">
              <w:t>EEP</w:t>
            </w:r>
            <w:r w:rsidR="00543A41" w:rsidRPr="00F3429A">
              <w:t xml:space="preserve"> </w:t>
            </w:r>
            <w:r w:rsidRPr="00F3429A">
              <w:t>C</w:t>
            </w:r>
            <w:r w:rsidR="00050DA7" w:rsidRPr="00F3429A">
              <w:t>ommittee</w:t>
            </w:r>
          </w:p>
        </w:tc>
        <w:tc>
          <w:tcPr>
            <w:tcW w:w="5461" w:type="dxa"/>
          </w:tcPr>
          <w:p w14:paraId="173D03B6" w14:textId="389544F6" w:rsidR="000348ED" w:rsidRPr="00F3429A" w:rsidRDefault="00543A41" w:rsidP="005651EA">
            <w:pPr>
              <w:jc w:val="right"/>
            </w:pPr>
            <w:r>
              <w:t>EEP20</w:t>
            </w:r>
            <w:r w:rsidR="00650964">
              <w:t>/</w:t>
            </w:r>
            <w:r w:rsidR="003C0E66">
              <w:t>output</w:t>
            </w:r>
            <w:r w:rsidR="00650964">
              <w:t>/</w:t>
            </w:r>
            <w:r w:rsidR="00A03D39">
              <w:t>20</w:t>
            </w:r>
            <w:r w:rsidR="003C0E66">
              <w:t xml:space="preserve"> </w:t>
            </w:r>
          </w:p>
        </w:tc>
      </w:tr>
      <w:tr w:rsidR="000348ED" w:rsidRPr="00F3429A" w14:paraId="5549A57C" w14:textId="77777777" w:rsidTr="00050DA7">
        <w:tc>
          <w:tcPr>
            <w:tcW w:w="4428" w:type="dxa"/>
          </w:tcPr>
          <w:p w14:paraId="72A89BC1" w14:textId="3BF62664" w:rsidR="002E7923" w:rsidRPr="00F3429A" w:rsidRDefault="005D05AC" w:rsidP="00543A41">
            <w:pPr>
              <w:tabs>
                <w:tab w:val="left" w:pos="851"/>
              </w:tabs>
            </w:pPr>
            <w:r w:rsidRPr="00F3429A">
              <w:t>To:</w:t>
            </w:r>
            <w:r w:rsidRPr="00F3429A">
              <w:tab/>
            </w:r>
            <w:r w:rsidR="00543A41" w:rsidRPr="00F3429A">
              <w:t xml:space="preserve">e-NAV </w:t>
            </w:r>
            <w:r w:rsidR="00902AA4" w:rsidRPr="00F3429A">
              <w:t>Committee</w:t>
            </w:r>
          </w:p>
        </w:tc>
        <w:tc>
          <w:tcPr>
            <w:tcW w:w="5461" w:type="dxa"/>
          </w:tcPr>
          <w:p w14:paraId="496C280F" w14:textId="77777777" w:rsidR="000348ED" w:rsidRPr="00F3429A" w:rsidRDefault="005651EA" w:rsidP="00F3429A">
            <w:pPr>
              <w:jc w:val="right"/>
            </w:pPr>
            <w:r>
              <w:t>19</w:t>
            </w:r>
            <w:r w:rsidR="00543A41">
              <w:t xml:space="preserve"> April 2013</w:t>
            </w:r>
          </w:p>
        </w:tc>
      </w:tr>
    </w:tbl>
    <w:p w14:paraId="055E5E51" w14:textId="77777777" w:rsidR="00EB31D0" w:rsidRDefault="00EB31D0" w:rsidP="005D05AC">
      <w:pPr>
        <w:pStyle w:val="Title"/>
        <w:spacing w:after="120"/>
        <w:rPr>
          <w:color w:val="000000"/>
        </w:rPr>
      </w:pPr>
    </w:p>
    <w:p w14:paraId="1054FBDB" w14:textId="77777777" w:rsidR="000348ED" w:rsidRDefault="00F3429A" w:rsidP="005D05AC">
      <w:pPr>
        <w:pStyle w:val="Title"/>
        <w:spacing w:after="120"/>
        <w:rPr>
          <w:color w:val="000000"/>
        </w:rPr>
      </w:pPr>
      <w:r w:rsidRPr="00F3429A">
        <w:rPr>
          <w:color w:val="000000"/>
        </w:rPr>
        <w:t xml:space="preserve">Liaison note to the </w:t>
      </w:r>
      <w:r w:rsidR="00543A41">
        <w:rPr>
          <w:color w:val="000000"/>
        </w:rPr>
        <w:t>e-NAV</w:t>
      </w:r>
      <w:r w:rsidRPr="00F3429A">
        <w:rPr>
          <w:color w:val="000000"/>
        </w:rPr>
        <w:t xml:space="preserve"> Committee</w:t>
      </w:r>
    </w:p>
    <w:p w14:paraId="274EBD67" w14:textId="19C1CEBD" w:rsidR="00543A41" w:rsidRPr="0097322E" w:rsidRDefault="009A4368" w:rsidP="00543A41">
      <w:pPr>
        <w:pStyle w:val="Title"/>
        <w:spacing w:after="120"/>
      </w:pPr>
      <w:r>
        <w:rPr>
          <w:color w:val="000000"/>
        </w:rPr>
        <w:t>Requirements and interfaces for physical AtoN in the e-Navigation world</w:t>
      </w:r>
    </w:p>
    <w:p w14:paraId="12C4DEC7" w14:textId="77777777" w:rsidR="00543A41" w:rsidRPr="0097322E" w:rsidRDefault="00543A41" w:rsidP="00543A41">
      <w:pPr>
        <w:pStyle w:val="Heading1"/>
        <w:rPr>
          <w:lang w:val="en-GB"/>
        </w:rPr>
      </w:pPr>
      <w:r w:rsidRPr="0097322E">
        <w:rPr>
          <w:lang w:val="en-GB"/>
        </w:rPr>
        <w:t>Introduction</w:t>
      </w:r>
    </w:p>
    <w:p w14:paraId="605FC73F" w14:textId="39B0D6DD" w:rsidR="00E90E17" w:rsidRDefault="009A4368" w:rsidP="009A4368">
      <w:pPr>
        <w:pStyle w:val="BodyText"/>
        <w:rPr>
          <w:lang w:val="en-GB"/>
        </w:rPr>
      </w:pPr>
      <w:r>
        <w:rPr>
          <w:lang w:val="en-GB"/>
        </w:rPr>
        <w:t>The EEP Commttee anticipates that it will be providing advice on mounting, powering and maintaining e-Navigation hardware on fixed and floating AtoN.</w:t>
      </w:r>
    </w:p>
    <w:p w14:paraId="502FAA0F" w14:textId="04B6FCB2" w:rsidR="009A4368" w:rsidRPr="0097322E" w:rsidRDefault="009A4368" w:rsidP="009A4368">
      <w:pPr>
        <w:pStyle w:val="BodyText"/>
        <w:rPr>
          <w:lang w:val="en-GB"/>
        </w:rPr>
      </w:pPr>
      <w:r>
        <w:rPr>
          <w:lang w:val="en-GB"/>
        </w:rPr>
        <w:t xml:space="preserve">It is anticipated that the recording of </w:t>
      </w:r>
      <w:r w:rsidR="005736C5">
        <w:rPr>
          <w:lang w:val="en-GB"/>
        </w:rPr>
        <w:t xml:space="preserve">AtoN </w:t>
      </w:r>
      <w:r>
        <w:rPr>
          <w:lang w:val="en-GB"/>
        </w:rPr>
        <w:t>equipment in the S-100 registry will</w:t>
      </w:r>
      <w:r w:rsidR="005736C5">
        <w:rPr>
          <w:lang w:val="en-GB"/>
        </w:rPr>
        <w:t xml:space="preserve"> need to be provided by the EEP Committee</w:t>
      </w:r>
    </w:p>
    <w:p w14:paraId="556B9AD2" w14:textId="77777777" w:rsidR="00543A41" w:rsidRPr="0097322E" w:rsidRDefault="00543A41" w:rsidP="00543A41">
      <w:pPr>
        <w:pStyle w:val="Heading1"/>
        <w:rPr>
          <w:lang w:val="en-GB"/>
        </w:rPr>
      </w:pPr>
      <w:r w:rsidRPr="0097322E">
        <w:rPr>
          <w:lang w:val="en-GB"/>
        </w:rPr>
        <w:t>Action requested</w:t>
      </w:r>
    </w:p>
    <w:p w14:paraId="1C1F4973" w14:textId="77777777" w:rsidR="00543A41" w:rsidRPr="0097322E" w:rsidRDefault="00543A41" w:rsidP="00543A41">
      <w:pPr>
        <w:pStyle w:val="BodyText"/>
      </w:pPr>
      <w:r w:rsidRPr="0097322E">
        <w:t xml:space="preserve">The </w:t>
      </w:r>
      <w:r w:rsidR="00E6591D">
        <w:t>e-NAV Committee</w:t>
      </w:r>
      <w:r w:rsidRPr="0097322E">
        <w:t xml:space="preserve"> are requested to consider</w:t>
      </w:r>
      <w:r w:rsidR="00E6591D">
        <w:t xml:space="preserve"> the </w:t>
      </w:r>
      <w:r w:rsidR="005651EA">
        <w:t>information provided</w:t>
      </w:r>
      <w:r w:rsidR="00E6591D">
        <w:t>.</w:t>
      </w:r>
      <w:bookmarkStart w:id="0" w:name="_GoBack"/>
      <w:bookmarkEnd w:id="0"/>
    </w:p>
    <w:p w14:paraId="77518E7A" w14:textId="77777777" w:rsidR="00630F7F" w:rsidRPr="00542EB3" w:rsidRDefault="00630F7F" w:rsidP="00543A41">
      <w:pPr>
        <w:pStyle w:val="Title"/>
        <w:spacing w:after="120"/>
      </w:pPr>
    </w:p>
    <w:sectPr w:rsidR="00630F7F" w:rsidRPr="00542EB3" w:rsidSect="005D05AC"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278A2E" w14:textId="77777777" w:rsidR="009A4368" w:rsidRDefault="009A4368" w:rsidP="00002906">
      <w:r>
        <w:separator/>
      </w:r>
    </w:p>
  </w:endnote>
  <w:endnote w:type="continuationSeparator" w:id="0">
    <w:p w14:paraId="7605D13A" w14:textId="77777777" w:rsidR="009A4368" w:rsidRDefault="009A4368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C3C4B3" w14:textId="77777777" w:rsidR="009A4368" w:rsidRDefault="009A4368">
    <w:pPr>
      <w:pStyle w:val="Footer"/>
    </w:pPr>
    <w:r>
      <w:tab/>
    </w: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5736C5"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D3C606" w14:textId="77777777" w:rsidR="009A4368" w:rsidRDefault="009A4368" w:rsidP="00002906">
      <w:r>
        <w:separator/>
      </w:r>
    </w:p>
  </w:footnote>
  <w:footnote w:type="continuationSeparator" w:id="0">
    <w:p w14:paraId="2D7FEFD7" w14:textId="77777777" w:rsidR="009A4368" w:rsidRDefault="009A4368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24814CF"/>
    <w:multiLevelType w:val="hybridMultilevel"/>
    <w:tmpl w:val="F3B06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6598DA50"/>
    <w:lvl w:ilvl="0">
      <w:start w:val="1"/>
      <w:numFmt w:val="decimal"/>
      <w:pStyle w:val="List1"/>
      <w:lvlText w:val="%1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0"/>
  </w:num>
  <w:num w:numId="9">
    <w:abstractNumId w:val="4"/>
  </w:num>
  <w:num w:numId="10">
    <w:abstractNumId w:val="11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3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29A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2054E2"/>
    <w:rsid w:val="002E7923"/>
    <w:rsid w:val="0037726E"/>
    <w:rsid w:val="003C0E66"/>
    <w:rsid w:val="003D55DD"/>
    <w:rsid w:val="003E1831"/>
    <w:rsid w:val="00424954"/>
    <w:rsid w:val="004922AC"/>
    <w:rsid w:val="004C1386"/>
    <w:rsid w:val="004C220D"/>
    <w:rsid w:val="00520BFD"/>
    <w:rsid w:val="00542EB3"/>
    <w:rsid w:val="00543A41"/>
    <w:rsid w:val="005651EA"/>
    <w:rsid w:val="005736C5"/>
    <w:rsid w:val="005D05AC"/>
    <w:rsid w:val="00630F7F"/>
    <w:rsid w:val="0064435F"/>
    <w:rsid w:val="00650964"/>
    <w:rsid w:val="006576E9"/>
    <w:rsid w:val="006D470F"/>
    <w:rsid w:val="00727E88"/>
    <w:rsid w:val="00775878"/>
    <w:rsid w:val="0080092C"/>
    <w:rsid w:val="00872453"/>
    <w:rsid w:val="008F13DD"/>
    <w:rsid w:val="00902AA4"/>
    <w:rsid w:val="009A4368"/>
    <w:rsid w:val="009F3B6C"/>
    <w:rsid w:val="009F5C36"/>
    <w:rsid w:val="00A03D39"/>
    <w:rsid w:val="00A27F12"/>
    <w:rsid w:val="00A30579"/>
    <w:rsid w:val="00AA76C0"/>
    <w:rsid w:val="00AD673D"/>
    <w:rsid w:val="00B077EC"/>
    <w:rsid w:val="00B15B24"/>
    <w:rsid w:val="00B8247E"/>
    <w:rsid w:val="00CA04AF"/>
    <w:rsid w:val="00E03262"/>
    <w:rsid w:val="00E6591D"/>
    <w:rsid w:val="00E90E17"/>
    <w:rsid w:val="00E93C9B"/>
    <w:rsid w:val="00EB31D0"/>
    <w:rsid w:val="00ED09F8"/>
    <w:rsid w:val="00EE3F2F"/>
    <w:rsid w:val="00F3429A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475E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noProof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42EB3"/>
    <w:pPr>
      <w:numPr>
        <w:numId w:val="22"/>
      </w:numPr>
      <w:tabs>
        <w:tab w:val="clear" w:pos="1134"/>
      </w:tabs>
      <w:spacing w:after="120"/>
      <w:ind w:left="567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noProof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42EB3"/>
    <w:pPr>
      <w:numPr>
        <w:numId w:val="22"/>
      </w:numPr>
      <w:tabs>
        <w:tab w:val="clear" w:pos="1134"/>
      </w:tabs>
      <w:spacing w:after="120"/>
      <w:ind w:left="567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xa\Desktop\e-NAV12\Output\e-NAV%2012%20Liaison%20to%20E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A10AF-76D9-9D44-8A41-85CAC313F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\Users\mxa\Desktop\e-NAV12\Output\e-NAV 12 Liaison to EEP.dotx</Template>
  <TotalTime>7</TotalTime>
  <Pages>1</Pages>
  <Words>83</Words>
  <Characters>475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Alimchandani, Mahesh</dc:creator>
  <cp:lastModifiedBy/>
  <cp:revision>3</cp:revision>
  <cp:lastPrinted>2012-09-27T10:00:00Z</cp:lastPrinted>
  <dcterms:created xsi:type="dcterms:W3CDTF">2013-04-18T11:26:00Z</dcterms:created>
  <dcterms:modified xsi:type="dcterms:W3CDTF">2013-04-18T11:32:00Z</dcterms:modified>
</cp:coreProperties>
</file>